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  <w:lang w:eastAsia="en-US"/>
        </w:rPr>
        <w:id w:val="107470092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4"/>
          <w:szCs w:val="24"/>
        </w:rPr>
      </w:sdtEndPr>
      <w:sdtContent>
        <w:p w:rsidR="00B20204" w:rsidRDefault="00B20204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7776981" wp14:editId="4B174EE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11430" b="1524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0;margin-top:0;width:642.6pt;height:64.4pt;z-index: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" o:allowincell="f" fillcolor="#d99594 [1941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583AFA57" wp14:editId="69A2B033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margin-left:0;margin-top:0;width:7.15pt;height:831.2pt;z-index:25166438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214E7124" wp14:editId="59573909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0;margin-top:0;width:7.15pt;height:831.2pt;z-index:251663360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B20204">
            <w:rPr>
              <w:noProof/>
              <w:color w:val="E5B8B7" w:themeColor="accent2" w:themeTint="66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0233E8A3" wp14:editId="1C706AF1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11430" b="1524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3" o:spid="_x0000_s1026" style="position:absolute;margin-left:0;margin-top:0;width:642.6pt;height:64.8pt;z-index:25166233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" o:allowincell="f" fillcolor="#d99594 [1941]" strokecolor="#d99594 [1941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itle"/>
            <w:id w:val="14700071"/>
            <w:placeholder>
              <w:docPart w:val="06302D4A0ECF4C8A8ED251293A48EEE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B20204" w:rsidRDefault="00B20204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Health Curriculum K-8</w:t>
              </w:r>
            </w:p>
          </w:sdtContent>
        </w:sdt>
        <w:p w:rsidR="00B20204" w:rsidRDefault="00B20204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20204" w:rsidRDefault="00B20204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20204" w:rsidRDefault="00B20204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20204" w:rsidRDefault="008946DB">
          <w:pPr>
            <w:rPr>
              <w:noProof/>
              <w:sz w:val="24"/>
              <w:szCs w:val="24"/>
            </w:rPr>
          </w:pPr>
        </w:p>
      </w:sdtContent>
    </w:sdt>
    <w:p w:rsidR="00B20204" w:rsidRDefault="00B20204"/>
    <w:p w:rsidR="00B20204" w:rsidRDefault="00B20204">
      <w:r>
        <w:br w:type="page"/>
      </w:r>
    </w:p>
    <w:p w:rsidR="00B20204" w:rsidRDefault="00B20204">
      <w:r>
        <w:rPr>
          <w:noProof/>
          <w:sz w:val="24"/>
          <w:szCs w:val="24"/>
        </w:rPr>
        <w:lastRenderedPageBreak/>
        <w:drawing>
          <wp:anchor distT="36576" distB="36576" distL="36576" distR="36576" simplePos="0" relativeHeight="251659264" behindDoc="1" locked="0" layoutInCell="1" allowOverlap="1" wp14:anchorId="0E20C14A" wp14:editId="19A3FB4B">
            <wp:simplePos x="0" y="0"/>
            <wp:positionH relativeFrom="column">
              <wp:posOffset>-914400</wp:posOffset>
            </wp:positionH>
            <wp:positionV relativeFrom="paragraph">
              <wp:posOffset>-788670</wp:posOffset>
            </wp:positionV>
            <wp:extent cx="7756525" cy="9932035"/>
            <wp:effectExtent l="0" t="0" r="0" b="0"/>
            <wp:wrapTight wrapText="bothSides">
              <wp:wrapPolygon edited="0">
                <wp:start x="0" y="0"/>
                <wp:lineTo x="0" y="21543"/>
                <wp:lineTo x="21538" y="21543"/>
                <wp:lineTo x="21538" y="0"/>
                <wp:lineTo x="0" y="0"/>
              </wp:wrapPolygon>
            </wp:wrapTight>
            <wp:docPr id="1" name="Picture 1" descr="C7AC8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7AC83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6525" cy="993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4E3" w:rsidRDefault="00B20204">
      <w:r>
        <w:rPr>
          <w:noProof/>
          <w:sz w:val="24"/>
          <w:szCs w:val="24"/>
        </w:rPr>
        <w:lastRenderedPageBreak/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-976586</wp:posOffset>
            </wp:positionV>
            <wp:extent cx="7680960" cy="10470363"/>
            <wp:effectExtent l="0" t="0" r="0" b="7620"/>
            <wp:wrapNone/>
            <wp:docPr id="2" name="Picture 2" descr="E81D8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81D8F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1047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74E3" w:rsidSect="00B20204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204" w:rsidRDefault="00B20204" w:rsidP="00B20204">
      <w:pPr>
        <w:spacing w:after="0" w:line="240" w:lineRule="auto"/>
      </w:pPr>
      <w:r>
        <w:separator/>
      </w:r>
    </w:p>
  </w:endnote>
  <w:endnote w:type="continuationSeparator" w:id="0">
    <w:p w:rsidR="00B20204" w:rsidRDefault="00B20204" w:rsidP="00B2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204" w:rsidRDefault="00B20204" w:rsidP="00B20204">
      <w:pPr>
        <w:spacing w:after="0" w:line="240" w:lineRule="auto"/>
      </w:pPr>
      <w:r>
        <w:separator/>
      </w:r>
    </w:p>
  </w:footnote>
  <w:footnote w:type="continuationSeparator" w:id="0">
    <w:p w:rsidR="00B20204" w:rsidRDefault="00B20204" w:rsidP="00B202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04"/>
    <w:rsid w:val="00447C04"/>
    <w:rsid w:val="006F725F"/>
    <w:rsid w:val="008946DB"/>
    <w:rsid w:val="009D1C9A"/>
    <w:rsid w:val="00B2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2020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2020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0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204"/>
  </w:style>
  <w:style w:type="paragraph" w:styleId="Footer">
    <w:name w:val="footer"/>
    <w:basedOn w:val="Normal"/>
    <w:link w:val="FooterChar"/>
    <w:uiPriority w:val="99"/>
    <w:unhideWhenUsed/>
    <w:rsid w:val="00B20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2020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2020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0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204"/>
  </w:style>
  <w:style w:type="paragraph" w:styleId="Footer">
    <w:name w:val="footer"/>
    <w:basedOn w:val="Normal"/>
    <w:link w:val="FooterChar"/>
    <w:uiPriority w:val="99"/>
    <w:unhideWhenUsed/>
    <w:rsid w:val="00B20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FE"/>
    <w:rsid w:val="00D57910"/>
    <w:rsid w:val="00FC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302D4A0ECF4C8A8ED251293A48EEE5">
    <w:name w:val="06302D4A0ECF4C8A8ED251293A48EEE5"/>
    <w:rsid w:val="00FC76FE"/>
  </w:style>
  <w:style w:type="paragraph" w:customStyle="1" w:styleId="017982E49F614C5C9F3C1CCE9B9DFAC1">
    <w:name w:val="017982E49F614C5C9F3C1CCE9B9DFAC1"/>
    <w:rsid w:val="00FC76FE"/>
  </w:style>
  <w:style w:type="paragraph" w:customStyle="1" w:styleId="5099150BF23A4A28826BD969623DB5A9">
    <w:name w:val="5099150BF23A4A28826BD969623DB5A9"/>
    <w:rsid w:val="00FC76FE"/>
  </w:style>
  <w:style w:type="paragraph" w:customStyle="1" w:styleId="3B878438E0194B99B09A7C510BEF2FDC">
    <w:name w:val="3B878438E0194B99B09A7C510BEF2FDC"/>
    <w:rsid w:val="00FC76FE"/>
  </w:style>
  <w:style w:type="paragraph" w:customStyle="1" w:styleId="D6A31C5CC04A425391B5DB7DE93DF3A6">
    <w:name w:val="D6A31C5CC04A425391B5DB7DE93DF3A6"/>
    <w:rsid w:val="00FC76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302D4A0ECF4C8A8ED251293A48EEE5">
    <w:name w:val="06302D4A0ECF4C8A8ED251293A48EEE5"/>
    <w:rsid w:val="00FC76FE"/>
  </w:style>
  <w:style w:type="paragraph" w:customStyle="1" w:styleId="017982E49F614C5C9F3C1CCE9B9DFAC1">
    <w:name w:val="017982E49F614C5C9F3C1CCE9B9DFAC1"/>
    <w:rsid w:val="00FC76FE"/>
  </w:style>
  <w:style w:type="paragraph" w:customStyle="1" w:styleId="5099150BF23A4A28826BD969623DB5A9">
    <w:name w:val="5099150BF23A4A28826BD969623DB5A9"/>
    <w:rsid w:val="00FC76FE"/>
  </w:style>
  <w:style w:type="paragraph" w:customStyle="1" w:styleId="3B878438E0194B99B09A7C510BEF2FDC">
    <w:name w:val="3B878438E0194B99B09A7C510BEF2FDC"/>
    <w:rsid w:val="00FC76FE"/>
  </w:style>
  <w:style w:type="paragraph" w:customStyle="1" w:styleId="D6A31C5CC04A425391B5DB7DE93DF3A6">
    <w:name w:val="D6A31C5CC04A425391B5DB7DE93DF3A6"/>
    <w:rsid w:val="00FC76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FEED2D76</Template>
  <TotalTime>0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Curriculum K-8</vt:lpstr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Curriculum K-8</dc:title>
  <dc:creator>CCGAFaculty21</dc:creator>
  <cp:lastModifiedBy>CCGAFaculty21</cp:lastModifiedBy>
  <cp:revision>2</cp:revision>
  <dcterms:created xsi:type="dcterms:W3CDTF">2010-09-03T17:42:00Z</dcterms:created>
  <dcterms:modified xsi:type="dcterms:W3CDTF">2010-09-03T17:42:00Z</dcterms:modified>
</cp:coreProperties>
</file>